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ABB" w:rsidRPr="00635361" w:rsidRDefault="009F3ABB" w:rsidP="00C725E5">
      <w:pPr>
        <w:pStyle w:val="Iauiue"/>
        <w:jc w:val="center"/>
        <w:rPr>
          <w:sz w:val="26"/>
          <w:szCs w:val="26"/>
          <w:lang w:val="ru-RU"/>
        </w:rPr>
      </w:pPr>
    </w:p>
    <w:tbl>
      <w:tblPr>
        <w:tblW w:w="0" w:type="auto"/>
        <w:tblLook w:val="00A0"/>
      </w:tblPr>
      <w:tblGrid>
        <w:gridCol w:w="3107"/>
        <w:gridCol w:w="2952"/>
        <w:gridCol w:w="3512"/>
      </w:tblGrid>
      <w:tr w:rsidR="009F3ABB" w:rsidRPr="00E217AF" w:rsidTr="00883341">
        <w:tc>
          <w:tcPr>
            <w:tcW w:w="3473" w:type="dxa"/>
          </w:tcPr>
          <w:p w:rsidR="009F3ABB" w:rsidRPr="00635361" w:rsidRDefault="009F3ABB" w:rsidP="00883341">
            <w:pPr>
              <w:pStyle w:val="Iauiue"/>
              <w:rPr>
                <w:sz w:val="26"/>
                <w:szCs w:val="26"/>
                <w:lang w:val="ru-RU"/>
              </w:rPr>
            </w:pPr>
          </w:p>
        </w:tc>
        <w:tc>
          <w:tcPr>
            <w:tcW w:w="3298" w:type="dxa"/>
          </w:tcPr>
          <w:p w:rsidR="009F3ABB" w:rsidRPr="00635361" w:rsidRDefault="009F3ABB" w:rsidP="00883341">
            <w:pPr>
              <w:pStyle w:val="Iauiue"/>
              <w:rPr>
                <w:sz w:val="26"/>
                <w:szCs w:val="26"/>
                <w:lang w:val="ru-RU"/>
              </w:rPr>
            </w:pPr>
          </w:p>
        </w:tc>
        <w:tc>
          <w:tcPr>
            <w:tcW w:w="3650" w:type="dxa"/>
          </w:tcPr>
          <w:p w:rsidR="009F3ABB" w:rsidRPr="00635361" w:rsidRDefault="009F3ABB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635361">
              <w:rPr>
                <w:sz w:val="26"/>
                <w:szCs w:val="26"/>
                <w:lang w:val="ru-RU"/>
              </w:rPr>
              <w:t>Ректору ВГУЭС</w:t>
            </w:r>
          </w:p>
          <w:p w:rsidR="009F3ABB" w:rsidRPr="00635361" w:rsidRDefault="009F3ABB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635361">
              <w:rPr>
                <w:sz w:val="26"/>
                <w:szCs w:val="26"/>
                <w:lang w:val="ru-RU"/>
              </w:rPr>
              <w:t>Г.И.Лазареву</w:t>
            </w:r>
          </w:p>
          <w:p w:rsidR="009F3ABB" w:rsidRPr="00635361" w:rsidRDefault="009F3ABB" w:rsidP="00883341">
            <w:pPr>
              <w:pStyle w:val="Iauiue"/>
              <w:rPr>
                <w:sz w:val="26"/>
                <w:szCs w:val="26"/>
                <w:lang w:val="ru-RU"/>
              </w:rPr>
            </w:pPr>
            <w:r w:rsidRPr="00635361">
              <w:rPr>
                <w:sz w:val="26"/>
                <w:szCs w:val="26"/>
                <w:lang w:val="ru-RU"/>
              </w:rPr>
              <w:t>_________________</w:t>
            </w:r>
          </w:p>
          <w:p w:rsidR="009F3ABB" w:rsidRPr="00705F34" w:rsidRDefault="009F3ABB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705F34">
              <w:rPr>
                <w:i/>
                <w:sz w:val="20"/>
                <w:szCs w:val="20"/>
                <w:lang w:val="ru-RU"/>
              </w:rPr>
              <w:t>фамилия, имя, отчество</w:t>
            </w:r>
          </w:p>
          <w:p w:rsidR="009F3ABB" w:rsidRPr="00705F34" w:rsidRDefault="009F3ABB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  <w:r w:rsidRPr="00705F34">
              <w:rPr>
                <w:i/>
                <w:sz w:val="20"/>
                <w:szCs w:val="20"/>
                <w:lang w:val="ru-RU"/>
              </w:rPr>
              <w:t>______________________</w:t>
            </w:r>
          </w:p>
          <w:p w:rsidR="009F3ABB" w:rsidRPr="00705F34" w:rsidRDefault="009F3ABB" w:rsidP="00883341">
            <w:pPr>
              <w:pStyle w:val="Iauiue"/>
              <w:rPr>
                <w:i/>
                <w:sz w:val="20"/>
                <w:szCs w:val="20"/>
                <w:lang w:val="ru-RU"/>
              </w:rPr>
            </w:pPr>
          </w:p>
        </w:tc>
      </w:tr>
    </w:tbl>
    <w:p w:rsidR="009F3ABB" w:rsidRPr="00635361" w:rsidRDefault="009F3ABB" w:rsidP="00C725E5">
      <w:pPr>
        <w:pStyle w:val="Iauiue"/>
        <w:jc w:val="center"/>
        <w:rPr>
          <w:sz w:val="24"/>
          <w:szCs w:val="24"/>
          <w:lang w:val="ru-RU"/>
        </w:rPr>
      </w:pPr>
    </w:p>
    <w:p w:rsidR="009F3ABB" w:rsidRPr="00C04251" w:rsidRDefault="009F3ABB" w:rsidP="00C04251">
      <w:pPr>
        <w:pStyle w:val="Iauiue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Заявление </w:t>
      </w:r>
      <w:r w:rsidRPr="00C04251">
        <w:rPr>
          <w:sz w:val="26"/>
          <w:szCs w:val="26"/>
          <w:lang w:val="ru-RU"/>
        </w:rPr>
        <w:t xml:space="preserve">о согласии принять участие в выборах </w:t>
      </w:r>
      <w:r w:rsidRPr="00C04251">
        <w:rPr>
          <w:sz w:val="26"/>
          <w:szCs w:val="26"/>
          <w:lang w:val="ru-RU"/>
        </w:rPr>
        <w:br/>
        <w:t>на должность заведующего кафедрой</w:t>
      </w:r>
    </w:p>
    <w:p w:rsidR="009F3ABB" w:rsidRPr="00C04251" w:rsidRDefault="009F3ABB" w:rsidP="00C04251">
      <w:pPr>
        <w:rPr>
          <w:sz w:val="28"/>
          <w:szCs w:val="28"/>
          <w:lang w:val="ru-RU"/>
        </w:rPr>
      </w:pPr>
    </w:p>
    <w:p w:rsidR="009F3ABB" w:rsidRPr="0032050A" w:rsidRDefault="009F3ABB" w:rsidP="00C04251">
      <w:pPr>
        <w:rPr>
          <w:sz w:val="26"/>
          <w:szCs w:val="26"/>
          <w:lang w:val="ru-RU"/>
        </w:rPr>
      </w:pPr>
    </w:p>
    <w:p w:rsidR="009F3ABB" w:rsidRPr="0032050A" w:rsidRDefault="009F3ABB" w:rsidP="00C04251">
      <w:pPr>
        <w:ind w:firstLine="708"/>
        <w:jc w:val="both"/>
        <w:rPr>
          <w:sz w:val="26"/>
          <w:szCs w:val="26"/>
          <w:lang w:val="ru-RU"/>
        </w:rPr>
      </w:pPr>
      <w:r w:rsidRPr="0032050A">
        <w:rPr>
          <w:sz w:val="26"/>
          <w:szCs w:val="26"/>
          <w:lang w:val="ru-RU"/>
        </w:rPr>
        <w:t>В связи с объявлением о проведении выборов заведующего</w:t>
      </w:r>
      <w:r>
        <w:rPr>
          <w:sz w:val="26"/>
          <w:szCs w:val="26"/>
          <w:lang w:val="ru-RU"/>
        </w:rPr>
        <w:t xml:space="preserve"> </w:t>
      </w:r>
      <w:r w:rsidRPr="0032050A">
        <w:rPr>
          <w:sz w:val="26"/>
          <w:szCs w:val="26"/>
          <w:lang w:val="ru-RU"/>
        </w:rPr>
        <w:t>кафе</w:t>
      </w:r>
      <w:r>
        <w:rPr>
          <w:sz w:val="26"/>
          <w:szCs w:val="26"/>
          <w:lang w:val="ru-RU"/>
        </w:rPr>
        <w:t>д</w:t>
      </w:r>
      <w:r w:rsidRPr="0032050A">
        <w:rPr>
          <w:sz w:val="26"/>
          <w:szCs w:val="26"/>
          <w:lang w:val="ru-RU"/>
        </w:rPr>
        <w:t>рой</w:t>
      </w:r>
      <w:r>
        <w:rPr>
          <w:sz w:val="26"/>
          <w:szCs w:val="26"/>
          <w:lang w:val="ru-RU"/>
        </w:rPr>
        <w:t xml:space="preserve"> </w:t>
      </w:r>
      <w:r w:rsidRPr="0032050A">
        <w:rPr>
          <w:sz w:val="26"/>
          <w:szCs w:val="26"/>
          <w:lang w:val="ru-RU"/>
        </w:rPr>
        <w:t>_______________________________________________</w:t>
      </w:r>
      <w:r>
        <w:rPr>
          <w:sz w:val="26"/>
          <w:szCs w:val="26"/>
          <w:lang w:val="ru-RU"/>
        </w:rPr>
        <w:t>______________________</w:t>
      </w:r>
    </w:p>
    <w:p w:rsidR="009F3ABB" w:rsidRPr="0032050A" w:rsidRDefault="009F3ABB" w:rsidP="00C04251">
      <w:pPr>
        <w:spacing w:line="276" w:lineRule="auto"/>
        <w:ind w:left="2831" w:firstLine="709"/>
        <w:rPr>
          <w:i/>
          <w:lang w:val="ru-RU"/>
        </w:rPr>
      </w:pPr>
      <w:r w:rsidRPr="0032050A">
        <w:rPr>
          <w:i/>
          <w:lang w:val="ru-RU"/>
        </w:rPr>
        <w:t>указывается кафедра</w:t>
      </w:r>
    </w:p>
    <w:p w:rsidR="009F3ABB" w:rsidRPr="0032050A" w:rsidRDefault="009F3ABB" w:rsidP="00C04251">
      <w:pPr>
        <w:jc w:val="both"/>
        <w:rPr>
          <w:sz w:val="26"/>
          <w:szCs w:val="26"/>
          <w:lang w:val="ru-RU"/>
        </w:rPr>
      </w:pPr>
      <w:r w:rsidRPr="0032050A">
        <w:rPr>
          <w:sz w:val="26"/>
          <w:szCs w:val="26"/>
          <w:lang w:val="ru-RU"/>
        </w:rPr>
        <w:t>«Владивостокского государственного университета экономики и сервиса» прошу допустить меня к участию в выборах и принять мои документы.</w:t>
      </w:r>
    </w:p>
    <w:p w:rsidR="009F3ABB" w:rsidRPr="0032050A" w:rsidRDefault="009F3ABB" w:rsidP="00C725E5">
      <w:pPr>
        <w:pStyle w:val="Iauiue"/>
        <w:spacing w:line="276" w:lineRule="auto"/>
        <w:ind w:firstLine="709"/>
        <w:jc w:val="center"/>
        <w:rPr>
          <w:i/>
          <w:sz w:val="26"/>
          <w:szCs w:val="26"/>
          <w:lang w:val="ru-RU"/>
        </w:rPr>
      </w:pPr>
    </w:p>
    <w:p w:rsidR="009F3ABB" w:rsidRPr="0032050A" w:rsidRDefault="009F3ABB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</w:p>
    <w:p w:rsidR="009F3ABB" w:rsidRPr="00635361" w:rsidRDefault="009F3ABB" w:rsidP="00292A7B">
      <w:pPr>
        <w:pStyle w:val="Iauiue"/>
        <w:spacing w:line="276" w:lineRule="auto"/>
        <w:ind w:firstLine="709"/>
        <w:rPr>
          <w:i/>
          <w:lang w:val="ru-RU"/>
        </w:rPr>
      </w:pPr>
    </w:p>
    <w:p w:rsidR="009F3ABB" w:rsidRDefault="009F3ABB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9F3ABB" w:rsidRDefault="009F3ABB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9F3ABB" w:rsidRDefault="009F3ABB" w:rsidP="00C725E5">
      <w:pPr>
        <w:pStyle w:val="Iauiue"/>
        <w:spacing w:line="276" w:lineRule="auto"/>
        <w:ind w:firstLine="709"/>
        <w:jc w:val="center"/>
        <w:rPr>
          <w:i/>
          <w:lang w:val="ru-RU"/>
        </w:rPr>
      </w:pPr>
    </w:p>
    <w:p w:rsidR="009F3ABB" w:rsidRPr="00635361" w:rsidRDefault="009F3ABB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i/>
          <w:lang w:val="ru-RU"/>
        </w:rPr>
        <w:tab/>
      </w:r>
      <w:r w:rsidRPr="00635361">
        <w:rPr>
          <w:sz w:val="26"/>
          <w:szCs w:val="26"/>
          <w:lang w:val="ru-RU"/>
        </w:rPr>
        <w:t>Подпись</w:t>
      </w:r>
    </w:p>
    <w:p w:rsidR="009F3ABB" w:rsidRPr="00635361" w:rsidRDefault="009F3ABB" w:rsidP="00C725E5">
      <w:pPr>
        <w:pStyle w:val="Iauiue"/>
        <w:spacing w:line="276" w:lineRule="auto"/>
        <w:ind w:firstLine="709"/>
        <w:jc w:val="center"/>
        <w:rPr>
          <w:sz w:val="26"/>
          <w:szCs w:val="26"/>
          <w:lang w:val="ru-RU"/>
        </w:rPr>
      </w:pP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</w:r>
      <w:r w:rsidRPr="00635361">
        <w:rPr>
          <w:sz w:val="26"/>
          <w:szCs w:val="26"/>
          <w:lang w:val="ru-RU"/>
        </w:rPr>
        <w:tab/>
        <w:t>Дата</w:t>
      </w:r>
    </w:p>
    <w:p w:rsidR="009F3ABB" w:rsidRDefault="009F3ABB">
      <w:pPr>
        <w:rPr>
          <w:sz w:val="26"/>
          <w:szCs w:val="26"/>
          <w:lang w:val="ru-RU"/>
        </w:rPr>
      </w:pPr>
      <w:bookmarkStart w:id="0" w:name="_GoBack"/>
      <w:bookmarkEnd w:id="0"/>
    </w:p>
    <w:sectPr w:rsidR="009F3ABB" w:rsidSect="00552CD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ABB" w:rsidRDefault="009F3ABB" w:rsidP="00C725E5">
      <w:r>
        <w:separator/>
      </w:r>
    </w:p>
  </w:endnote>
  <w:endnote w:type="continuationSeparator" w:id="0">
    <w:p w:rsidR="009F3ABB" w:rsidRDefault="009F3ABB" w:rsidP="00C72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ABB" w:rsidRDefault="009F3ABB" w:rsidP="00C725E5">
      <w:r>
        <w:separator/>
      </w:r>
    </w:p>
  </w:footnote>
  <w:footnote w:type="continuationSeparator" w:id="0">
    <w:p w:rsidR="009F3ABB" w:rsidRDefault="009F3ABB" w:rsidP="00C72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ABB" w:rsidRDefault="009F3ABB" w:rsidP="00C725E5">
    <w:pPr>
      <w:pStyle w:val="Header"/>
      <w:jc w:val="right"/>
      <w:rPr>
        <w:lang w:val="ru-RU"/>
      </w:rPr>
    </w:pPr>
    <w:r>
      <w:rPr>
        <w:lang w:val="ru-RU"/>
      </w:rPr>
      <w:t>СК-СТО-ПЛ-11-001-2013</w:t>
    </w:r>
  </w:p>
  <w:p w:rsidR="009F3ABB" w:rsidRPr="00C725E5" w:rsidRDefault="009F3ABB" w:rsidP="00C725E5">
    <w:pPr>
      <w:pStyle w:val="Header"/>
      <w:jc w:val="right"/>
      <w:rPr>
        <w:lang w:val="ru-RU"/>
      </w:rPr>
    </w:pPr>
    <w:r>
      <w:rPr>
        <w:lang w:val="ru-RU"/>
      </w:rPr>
      <w:t>Ф- 02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055"/>
    <w:rsid w:val="00006163"/>
    <w:rsid w:val="000076BE"/>
    <w:rsid w:val="000121E0"/>
    <w:rsid w:val="0002499D"/>
    <w:rsid w:val="0002668F"/>
    <w:rsid w:val="00027D4F"/>
    <w:rsid w:val="000308F5"/>
    <w:rsid w:val="00034339"/>
    <w:rsid w:val="0004541E"/>
    <w:rsid w:val="00047D3D"/>
    <w:rsid w:val="00061676"/>
    <w:rsid w:val="00091DF9"/>
    <w:rsid w:val="00094ABF"/>
    <w:rsid w:val="00095F31"/>
    <w:rsid w:val="000A15EE"/>
    <w:rsid w:val="000A2EEA"/>
    <w:rsid w:val="000A3C53"/>
    <w:rsid w:val="000B0AD8"/>
    <w:rsid w:val="000B1412"/>
    <w:rsid w:val="000C1C26"/>
    <w:rsid w:val="000C394E"/>
    <w:rsid w:val="000E2CC6"/>
    <w:rsid w:val="000E2DF6"/>
    <w:rsid w:val="000E67B0"/>
    <w:rsid w:val="000F3B05"/>
    <w:rsid w:val="000F5D80"/>
    <w:rsid w:val="001036DE"/>
    <w:rsid w:val="00106FF2"/>
    <w:rsid w:val="001162D3"/>
    <w:rsid w:val="001235D2"/>
    <w:rsid w:val="0012663A"/>
    <w:rsid w:val="0013435A"/>
    <w:rsid w:val="0014446D"/>
    <w:rsid w:val="0015256F"/>
    <w:rsid w:val="00155DD4"/>
    <w:rsid w:val="001571C9"/>
    <w:rsid w:val="00165EE0"/>
    <w:rsid w:val="00167CAE"/>
    <w:rsid w:val="00172E50"/>
    <w:rsid w:val="001732D2"/>
    <w:rsid w:val="001750E6"/>
    <w:rsid w:val="00180130"/>
    <w:rsid w:val="00183557"/>
    <w:rsid w:val="00183FCA"/>
    <w:rsid w:val="00186D00"/>
    <w:rsid w:val="00196CCC"/>
    <w:rsid w:val="001971D9"/>
    <w:rsid w:val="001B49A3"/>
    <w:rsid w:val="001C1135"/>
    <w:rsid w:val="001C23BB"/>
    <w:rsid w:val="001C3885"/>
    <w:rsid w:val="001C787A"/>
    <w:rsid w:val="001D553B"/>
    <w:rsid w:val="001D5844"/>
    <w:rsid w:val="001D7064"/>
    <w:rsid w:val="001D7435"/>
    <w:rsid w:val="001E4518"/>
    <w:rsid w:val="001E4AFF"/>
    <w:rsid w:val="001E5770"/>
    <w:rsid w:val="001E75B3"/>
    <w:rsid w:val="001F2A32"/>
    <w:rsid w:val="001F7A01"/>
    <w:rsid w:val="002020F0"/>
    <w:rsid w:val="00206604"/>
    <w:rsid w:val="00210AAD"/>
    <w:rsid w:val="0021339C"/>
    <w:rsid w:val="00215801"/>
    <w:rsid w:val="002162CE"/>
    <w:rsid w:val="00217055"/>
    <w:rsid w:val="00226FA7"/>
    <w:rsid w:val="002303B9"/>
    <w:rsid w:val="00232547"/>
    <w:rsid w:val="00245742"/>
    <w:rsid w:val="002543C4"/>
    <w:rsid w:val="00260F94"/>
    <w:rsid w:val="00262971"/>
    <w:rsid w:val="0026306E"/>
    <w:rsid w:val="00263186"/>
    <w:rsid w:val="00264EA1"/>
    <w:rsid w:val="002723D1"/>
    <w:rsid w:val="00274D5E"/>
    <w:rsid w:val="0027511D"/>
    <w:rsid w:val="0028193A"/>
    <w:rsid w:val="00285020"/>
    <w:rsid w:val="00292A7B"/>
    <w:rsid w:val="00295922"/>
    <w:rsid w:val="0029668C"/>
    <w:rsid w:val="00297948"/>
    <w:rsid w:val="002A1536"/>
    <w:rsid w:val="002A44F0"/>
    <w:rsid w:val="002A4C28"/>
    <w:rsid w:val="002A7304"/>
    <w:rsid w:val="002A7963"/>
    <w:rsid w:val="002B3323"/>
    <w:rsid w:val="002B37BE"/>
    <w:rsid w:val="002C6086"/>
    <w:rsid w:val="002D21FB"/>
    <w:rsid w:val="002D660F"/>
    <w:rsid w:val="002D74DC"/>
    <w:rsid w:val="002E2529"/>
    <w:rsid w:val="002E3359"/>
    <w:rsid w:val="002E4950"/>
    <w:rsid w:val="002E5098"/>
    <w:rsid w:val="002E51F8"/>
    <w:rsid w:val="002E61AB"/>
    <w:rsid w:val="002E7E4B"/>
    <w:rsid w:val="002F3DD6"/>
    <w:rsid w:val="00303FC4"/>
    <w:rsid w:val="00307BF0"/>
    <w:rsid w:val="0031139A"/>
    <w:rsid w:val="00312115"/>
    <w:rsid w:val="00312C72"/>
    <w:rsid w:val="003134C0"/>
    <w:rsid w:val="003166D4"/>
    <w:rsid w:val="0032050A"/>
    <w:rsid w:val="00320FB7"/>
    <w:rsid w:val="00325042"/>
    <w:rsid w:val="003259B2"/>
    <w:rsid w:val="00327DB3"/>
    <w:rsid w:val="00330B72"/>
    <w:rsid w:val="0034334B"/>
    <w:rsid w:val="003541F5"/>
    <w:rsid w:val="0035639D"/>
    <w:rsid w:val="00363D92"/>
    <w:rsid w:val="00366A4A"/>
    <w:rsid w:val="003707DA"/>
    <w:rsid w:val="00372A55"/>
    <w:rsid w:val="00372ABA"/>
    <w:rsid w:val="003758A8"/>
    <w:rsid w:val="0037783A"/>
    <w:rsid w:val="003801F4"/>
    <w:rsid w:val="003808E5"/>
    <w:rsid w:val="0038231B"/>
    <w:rsid w:val="00385C93"/>
    <w:rsid w:val="00387CBA"/>
    <w:rsid w:val="00394D44"/>
    <w:rsid w:val="00396612"/>
    <w:rsid w:val="003A5373"/>
    <w:rsid w:val="003B0677"/>
    <w:rsid w:val="003B54B2"/>
    <w:rsid w:val="003C0130"/>
    <w:rsid w:val="003C1FF1"/>
    <w:rsid w:val="003D2863"/>
    <w:rsid w:val="003D7C4F"/>
    <w:rsid w:val="003E05B4"/>
    <w:rsid w:val="003E07B6"/>
    <w:rsid w:val="003E666F"/>
    <w:rsid w:val="003E7D77"/>
    <w:rsid w:val="003F16F2"/>
    <w:rsid w:val="00400587"/>
    <w:rsid w:val="00430578"/>
    <w:rsid w:val="00430CFD"/>
    <w:rsid w:val="00431ADE"/>
    <w:rsid w:val="0044251D"/>
    <w:rsid w:val="00443537"/>
    <w:rsid w:val="00446339"/>
    <w:rsid w:val="00446651"/>
    <w:rsid w:val="004574C0"/>
    <w:rsid w:val="00457A99"/>
    <w:rsid w:val="00461223"/>
    <w:rsid w:val="0046483A"/>
    <w:rsid w:val="00470D7D"/>
    <w:rsid w:val="00475E0A"/>
    <w:rsid w:val="00476F8B"/>
    <w:rsid w:val="00480B47"/>
    <w:rsid w:val="00481A9E"/>
    <w:rsid w:val="00486456"/>
    <w:rsid w:val="0049546D"/>
    <w:rsid w:val="00496337"/>
    <w:rsid w:val="004B1FD4"/>
    <w:rsid w:val="004C267E"/>
    <w:rsid w:val="004D466B"/>
    <w:rsid w:val="004E01C3"/>
    <w:rsid w:val="004E0504"/>
    <w:rsid w:val="004E456D"/>
    <w:rsid w:val="004F220B"/>
    <w:rsid w:val="004F2B50"/>
    <w:rsid w:val="004F5A8F"/>
    <w:rsid w:val="004F6BC6"/>
    <w:rsid w:val="004F7D6F"/>
    <w:rsid w:val="00500A79"/>
    <w:rsid w:val="005010CC"/>
    <w:rsid w:val="00506FDC"/>
    <w:rsid w:val="00510FB3"/>
    <w:rsid w:val="00512E28"/>
    <w:rsid w:val="00513700"/>
    <w:rsid w:val="00514B7C"/>
    <w:rsid w:val="005229F0"/>
    <w:rsid w:val="00523571"/>
    <w:rsid w:val="0053198F"/>
    <w:rsid w:val="005346E9"/>
    <w:rsid w:val="00537132"/>
    <w:rsid w:val="0054134F"/>
    <w:rsid w:val="00552CD8"/>
    <w:rsid w:val="00553FD8"/>
    <w:rsid w:val="005572E1"/>
    <w:rsid w:val="00557319"/>
    <w:rsid w:val="005639BF"/>
    <w:rsid w:val="0057387F"/>
    <w:rsid w:val="0058182D"/>
    <w:rsid w:val="0058293D"/>
    <w:rsid w:val="00586DAE"/>
    <w:rsid w:val="0059658C"/>
    <w:rsid w:val="005A1033"/>
    <w:rsid w:val="005B15E9"/>
    <w:rsid w:val="005B19C7"/>
    <w:rsid w:val="005B50B6"/>
    <w:rsid w:val="005B5AD2"/>
    <w:rsid w:val="005B6732"/>
    <w:rsid w:val="005C007F"/>
    <w:rsid w:val="005C08D3"/>
    <w:rsid w:val="005C10EB"/>
    <w:rsid w:val="005C4411"/>
    <w:rsid w:val="005C47B8"/>
    <w:rsid w:val="005D6059"/>
    <w:rsid w:val="005E1B75"/>
    <w:rsid w:val="005E7987"/>
    <w:rsid w:val="005F3A56"/>
    <w:rsid w:val="005F6429"/>
    <w:rsid w:val="006012BD"/>
    <w:rsid w:val="0061131F"/>
    <w:rsid w:val="00620CB0"/>
    <w:rsid w:val="006232C5"/>
    <w:rsid w:val="006235C3"/>
    <w:rsid w:val="00626969"/>
    <w:rsid w:val="006305C8"/>
    <w:rsid w:val="00634799"/>
    <w:rsid w:val="00635361"/>
    <w:rsid w:val="00642109"/>
    <w:rsid w:val="00643EDB"/>
    <w:rsid w:val="00646A38"/>
    <w:rsid w:val="0065406F"/>
    <w:rsid w:val="00660D4A"/>
    <w:rsid w:val="006627B1"/>
    <w:rsid w:val="00663B18"/>
    <w:rsid w:val="00666A29"/>
    <w:rsid w:val="006A0A88"/>
    <w:rsid w:val="006A3769"/>
    <w:rsid w:val="006B3DD5"/>
    <w:rsid w:val="006C083B"/>
    <w:rsid w:val="006C3E5F"/>
    <w:rsid w:val="006C733B"/>
    <w:rsid w:val="006C7C15"/>
    <w:rsid w:val="006D0DD3"/>
    <w:rsid w:val="006D3597"/>
    <w:rsid w:val="006D429C"/>
    <w:rsid w:val="006E0CBC"/>
    <w:rsid w:val="006E1D4E"/>
    <w:rsid w:val="006E4E61"/>
    <w:rsid w:val="006E7ACD"/>
    <w:rsid w:val="006F12EE"/>
    <w:rsid w:val="006F17EF"/>
    <w:rsid w:val="006F5BB9"/>
    <w:rsid w:val="006F6089"/>
    <w:rsid w:val="006F624E"/>
    <w:rsid w:val="006F731E"/>
    <w:rsid w:val="006F7C4E"/>
    <w:rsid w:val="00702677"/>
    <w:rsid w:val="00705F34"/>
    <w:rsid w:val="00706CF3"/>
    <w:rsid w:val="00710B35"/>
    <w:rsid w:val="00713CA5"/>
    <w:rsid w:val="00721E98"/>
    <w:rsid w:val="00733AB8"/>
    <w:rsid w:val="00734396"/>
    <w:rsid w:val="00735A17"/>
    <w:rsid w:val="0073730E"/>
    <w:rsid w:val="007410FA"/>
    <w:rsid w:val="007433AC"/>
    <w:rsid w:val="00750F1D"/>
    <w:rsid w:val="007534E9"/>
    <w:rsid w:val="00757820"/>
    <w:rsid w:val="00764211"/>
    <w:rsid w:val="0077214E"/>
    <w:rsid w:val="00775604"/>
    <w:rsid w:val="0078365A"/>
    <w:rsid w:val="00793EC7"/>
    <w:rsid w:val="00796A9A"/>
    <w:rsid w:val="007A085A"/>
    <w:rsid w:val="007A76F0"/>
    <w:rsid w:val="007B0CB0"/>
    <w:rsid w:val="007B25FA"/>
    <w:rsid w:val="007B263F"/>
    <w:rsid w:val="007C3201"/>
    <w:rsid w:val="007C447F"/>
    <w:rsid w:val="007C6D41"/>
    <w:rsid w:val="007C7A7D"/>
    <w:rsid w:val="007D75FA"/>
    <w:rsid w:val="007D7A76"/>
    <w:rsid w:val="007D7EE8"/>
    <w:rsid w:val="007E3784"/>
    <w:rsid w:val="007E3FEC"/>
    <w:rsid w:val="007F542F"/>
    <w:rsid w:val="007F73F2"/>
    <w:rsid w:val="007F7E4E"/>
    <w:rsid w:val="007F7FC9"/>
    <w:rsid w:val="00804173"/>
    <w:rsid w:val="008157DA"/>
    <w:rsid w:val="0082151C"/>
    <w:rsid w:val="008345BE"/>
    <w:rsid w:val="008363D0"/>
    <w:rsid w:val="00836EC8"/>
    <w:rsid w:val="00836FE2"/>
    <w:rsid w:val="00842F20"/>
    <w:rsid w:val="008436D7"/>
    <w:rsid w:val="008526EF"/>
    <w:rsid w:val="00863017"/>
    <w:rsid w:val="0087006F"/>
    <w:rsid w:val="008738D2"/>
    <w:rsid w:val="00881C74"/>
    <w:rsid w:val="0088201D"/>
    <w:rsid w:val="008820AB"/>
    <w:rsid w:val="00883341"/>
    <w:rsid w:val="008844DF"/>
    <w:rsid w:val="00890308"/>
    <w:rsid w:val="00892509"/>
    <w:rsid w:val="008A0CBD"/>
    <w:rsid w:val="008A2234"/>
    <w:rsid w:val="008B6FCA"/>
    <w:rsid w:val="008C3909"/>
    <w:rsid w:val="008C78FE"/>
    <w:rsid w:val="008D066E"/>
    <w:rsid w:val="008D514A"/>
    <w:rsid w:val="008D7913"/>
    <w:rsid w:val="008E0F2D"/>
    <w:rsid w:val="008E7832"/>
    <w:rsid w:val="008F086A"/>
    <w:rsid w:val="008F369C"/>
    <w:rsid w:val="008F7C38"/>
    <w:rsid w:val="009073CC"/>
    <w:rsid w:val="009129D9"/>
    <w:rsid w:val="00913038"/>
    <w:rsid w:val="0091315C"/>
    <w:rsid w:val="009136FE"/>
    <w:rsid w:val="0091389E"/>
    <w:rsid w:val="00921159"/>
    <w:rsid w:val="00925DA9"/>
    <w:rsid w:val="009265AB"/>
    <w:rsid w:val="00927C93"/>
    <w:rsid w:val="009370D7"/>
    <w:rsid w:val="00945280"/>
    <w:rsid w:val="009534B9"/>
    <w:rsid w:val="009621CA"/>
    <w:rsid w:val="00981C20"/>
    <w:rsid w:val="009852DE"/>
    <w:rsid w:val="00987176"/>
    <w:rsid w:val="009940AF"/>
    <w:rsid w:val="00996BB4"/>
    <w:rsid w:val="00997A93"/>
    <w:rsid w:val="009A3B90"/>
    <w:rsid w:val="009A437C"/>
    <w:rsid w:val="009B0A25"/>
    <w:rsid w:val="009B7B7A"/>
    <w:rsid w:val="009C2733"/>
    <w:rsid w:val="009C74B4"/>
    <w:rsid w:val="009D0511"/>
    <w:rsid w:val="009D4968"/>
    <w:rsid w:val="009D5B98"/>
    <w:rsid w:val="009F1C6D"/>
    <w:rsid w:val="009F3ABB"/>
    <w:rsid w:val="009F5D1D"/>
    <w:rsid w:val="009F7C11"/>
    <w:rsid w:val="00A074EA"/>
    <w:rsid w:val="00A07EE2"/>
    <w:rsid w:val="00A11F83"/>
    <w:rsid w:val="00A14F7F"/>
    <w:rsid w:val="00A15B0C"/>
    <w:rsid w:val="00A23B4D"/>
    <w:rsid w:val="00A56F8B"/>
    <w:rsid w:val="00A658A2"/>
    <w:rsid w:val="00A70EAF"/>
    <w:rsid w:val="00A73587"/>
    <w:rsid w:val="00A762D3"/>
    <w:rsid w:val="00A83511"/>
    <w:rsid w:val="00A8780C"/>
    <w:rsid w:val="00A91A86"/>
    <w:rsid w:val="00A91CA6"/>
    <w:rsid w:val="00A95672"/>
    <w:rsid w:val="00AB56B4"/>
    <w:rsid w:val="00AC49C5"/>
    <w:rsid w:val="00AE011B"/>
    <w:rsid w:val="00AE11B3"/>
    <w:rsid w:val="00AF06BD"/>
    <w:rsid w:val="00AF20D9"/>
    <w:rsid w:val="00AF4C56"/>
    <w:rsid w:val="00AF5843"/>
    <w:rsid w:val="00AF621E"/>
    <w:rsid w:val="00B01EE7"/>
    <w:rsid w:val="00B06ABB"/>
    <w:rsid w:val="00B10826"/>
    <w:rsid w:val="00B12A8A"/>
    <w:rsid w:val="00B12EF2"/>
    <w:rsid w:val="00B16B54"/>
    <w:rsid w:val="00B1706F"/>
    <w:rsid w:val="00B2151C"/>
    <w:rsid w:val="00B269E5"/>
    <w:rsid w:val="00B33BE9"/>
    <w:rsid w:val="00B46346"/>
    <w:rsid w:val="00B4736C"/>
    <w:rsid w:val="00B56866"/>
    <w:rsid w:val="00B6086C"/>
    <w:rsid w:val="00B64BE8"/>
    <w:rsid w:val="00B65E74"/>
    <w:rsid w:val="00B6796B"/>
    <w:rsid w:val="00B73FD7"/>
    <w:rsid w:val="00B772A0"/>
    <w:rsid w:val="00B77FC9"/>
    <w:rsid w:val="00B807F4"/>
    <w:rsid w:val="00B92C5A"/>
    <w:rsid w:val="00BA077C"/>
    <w:rsid w:val="00BA0C84"/>
    <w:rsid w:val="00BA10BF"/>
    <w:rsid w:val="00BB2CCE"/>
    <w:rsid w:val="00BB4268"/>
    <w:rsid w:val="00BC0418"/>
    <w:rsid w:val="00BC18D8"/>
    <w:rsid w:val="00BC2B39"/>
    <w:rsid w:val="00BE4B63"/>
    <w:rsid w:val="00BE724E"/>
    <w:rsid w:val="00BF0E3D"/>
    <w:rsid w:val="00BF716A"/>
    <w:rsid w:val="00C00A96"/>
    <w:rsid w:val="00C00CD9"/>
    <w:rsid w:val="00C04251"/>
    <w:rsid w:val="00C1011E"/>
    <w:rsid w:val="00C168FD"/>
    <w:rsid w:val="00C16C58"/>
    <w:rsid w:val="00C2655C"/>
    <w:rsid w:val="00C2701A"/>
    <w:rsid w:val="00C30E02"/>
    <w:rsid w:val="00C350D7"/>
    <w:rsid w:val="00C43EFB"/>
    <w:rsid w:val="00C45100"/>
    <w:rsid w:val="00C500AE"/>
    <w:rsid w:val="00C56A01"/>
    <w:rsid w:val="00C67DE0"/>
    <w:rsid w:val="00C709E6"/>
    <w:rsid w:val="00C725E5"/>
    <w:rsid w:val="00C752B2"/>
    <w:rsid w:val="00C81C9A"/>
    <w:rsid w:val="00C8212B"/>
    <w:rsid w:val="00C91233"/>
    <w:rsid w:val="00C927F8"/>
    <w:rsid w:val="00C96DA0"/>
    <w:rsid w:val="00CA1405"/>
    <w:rsid w:val="00CB4758"/>
    <w:rsid w:val="00CB4A67"/>
    <w:rsid w:val="00CB5DFF"/>
    <w:rsid w:val="00CC2A72"/>
    <w:rsid w:val="00CD18B8"/>
    <w:rsid w:val="00CE4506"/>
    <w:rsid w:val="00CE68CE"/>
    <w:rsid w:val="00CE69A5"/>
    <w:rsid w:val="00CF221D"/>
    <w:rsid w:val="00CF27ED"/>
    <w:rsid w:val="00CF3788"/>
    <w:rsid w:val="00CF6FEB"/>
    <w:rsid w:val="00CF79AB"/>
    <w:rsid w:val="00D0302E"/>
    <w:rsid w:val="00D1502B"/>
    <w:rsid w:val="00D20238"/>
    <w:rsid w:val="00D255EC"/>
    <w:rsid w:val="00D317F5"/>
    <w:rsid w:val="00D43641"/>
    <w:rsid w:val="00D44947"/>
    <w:rsid w:val="00D4568F"/>
    <w:rsid w:val="00D46B65"/>
    <w:rsid w:val="00D545FA"/>
    <w:rsid w:val="00D56520"/>
    <w:rsid w:val="00D57FCF"/>
    <w:rsid w:val="00D61F3E"/>
    <w:rsid w:val="00D64DBB"/>
    <w:rsid w:val="00D80BD9"/>
    <w:rsid w:val="00D85B3E"/>
    <w:rsid w:val="00DB3B4B"/>
    <w:rsid w:val="00DB7535"/>
    <w:rsid w:val="00DC06E9"/>
    <w:rsid w:val="00DC1F6F"/>
    <w:rsid w:val="00DC3695"/>
    <w:rsid w:val="00DC44DB"/>
    <w:rsid w:val="00DC4BBD"/>
    <w:rsid w:val="00DE4B12"/>
    <w:rsid w:val="00DE4F7A"/>
    <w:rsid w:val="00E177F2"/>
    <w:rsid w:val="00E2142F"/>
    <w:rsid w:val="00E217AF"/>
    <w:rsid w:val="00E251D7"/>
    <w:rsid w:val="00E25FCE"/>
    <w:rsid w:val="00E274A1"/>
    <w:rsid w:val="00E34ECF"/>
    <w:rsid w:val="00E3552B"/>
    <w:rsid w:val="00E358D2"/>
    <w:rsid w:val="00E40B6F"/>
    <w:rsid w:val="00E437E1"/>
    <w:rsid w:val="00E44E5E"/>
    <w:rsid w:val="00E54039"/>
    <w:rsid w:val="00E5753A"/>
    <w:rsid w:val="00E61B3C"/>
    <w:rsid w:val="00E6211D"/>
    <w:rsid w:val="00E71EB9"/>
    <w:rsid w:val="00E83D84"/>
    <w:rsid w:val="00E95B09"/>
    <w:rsid w:val="00E96E82"/>
    <w:rsid w:val="00E97D22"/>
    <w:rsid w:val="00EA23A1"/>
    <w:rsid w:val="00EA7F38"/>
    <w:rsid w:val="00EB1B19"/>
    <w:rsid w:val="00EB284C"/>
    <w:rsid w:val="00EC5FAC"/>
    <w:rsid w:val="00EC6650"/>
    <w:rsid w:val="00ED17DF"/>
    <w:rsid w:val="00EE0D03"/>
    <w:rsid w:val="00EE2235"/>
    <w:rsid w:val="00EE528D"/>
    <w:rsid w:val="00EF21B6"/>
    <w:rsid w:val="00EF3C34"/>
    <w:rsid w:val="00EF4198"/>
    <w:rsid w:val="00EF47F9"/>
    <w:rsid w:val="00EF6883"/>
    <w:rsid w:val="00F00D47"/>
    <w:rsid w:val="00F01390"/>
    <w:rsid w:val="00F06151"/>
    <w:rsid w:val="00F10BED"/>
    <w:rsid w:val="00F12B49"/>
    <w:rsid w:val="00F13CEE"/>
    <w:rsid w:val="00F14EC8"/>
    <w:rsid w:val="00F41653"/>
    <w:rsid w:val="00F42C9F"/>
    <w:rsid w:val="00F465ED"/>
    <w:rsid w:val="00F503CA"/>
    <w:rsid w:val="00F51BBA"/>
    <w:rsid w:val="00F51E52"/>
    <w:rsid w:val="00F5246A"/>
    <w:rsid w:val="00F52E07"/>
    <w:rsid w:val="00F54279"/>
    <w:rsid w:val="00F565DA"/>
    <w:rsid w:val="00F620A8"/>
    <w:rsid w:val="00F7403F"/>
    <w:rsid w:val="00F74390"/>
    <w:rsid w:val="00F83622"/>
    <w:rsid w:val="00F851CB"/>
    <w:rsid w:val="00F85E7E"/>
    <w:rsid w:val="00F87576"/>
    <w:rsid w:val="00F91BA8"/>
    <w:rsid w:val="00F926CF"/>
    <w:rsid w:val="00F95510"/>
    <w:rsid w:val="00FB2C8F"/>
    <w:rsid w:val="00FC1620"/>
    <w:rsid w:val="00FC1B38"/>
    <w:rsid w:val="00FD1271"/>
    <w:rsid w:val="00FD42C6"/>
    <w:rsid w:val="00FD44F4"/>
    <w:rsid w:val="00FD4BD0"/>
    <w:rsid w:val="00FD5464"/>
    <w:rsid w:val="00FE2EDD"/>
    <w:rsid w:val="00FF330C"/>
    <w:rsid w:val="00FF63D4"/>
    <w:rsid w:val="00F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5E5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uiue">
    <w:name w:val="Iau?iue"/>
    <w:link w:val="Iauiue0"/>
    <w:uiPriority w:val="99"/>
    <w:rsid w:val="00C725E5"/>
    <w:rPr>
      <w:rFonts w:ascii="Times New Roman" w:eastAsia="Times New Roman" w:hAnsi="Times New Roman"/>
      <w:lang w:val="en-US"/>
    </w:rPr>
  </w:style>
  <w:style w:type="character" w:customStyle="1" w:styleId="Iauiue0">
    <w:name w:val="Iau?iue Знак"/>
    <w:link w:val="Iauiue"/>
    <w:uiPriority w:val="99"/>
    <w:locked/>
    <w:rsid w:val="00C725E5"/>
    <w:rPr>
      <w:rFonts w:ascii="Times New Roman" w:hAnsi="Times New Roman"/>
      <w:sz w:val="22"/>
      <w:lang w:val="en-US" w:eastAsia="ru-RU"/>
    </w:rPr>
  </w:style>
  <w:style w:type="paragraph" w:styleId="Header">
    <w:name w:val="header"/>
    <w:basedOn w:val="Normal"/>
    <w:link w:val="HeaderChar"/>
    <w:uiPriority w:val="99"/>
    <w:rsid w:val="00C725E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25E5"/>
    <w:rPr>
      <w:rFonts w:ascii="Times New Roman" w:hAnsi="Times New Roman" w:cs="Times New Roman"/>
      <w:sz w:val="20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rsid w:val="00C725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25E5"/>
    <w:rPr>
      <w:rFonts w:ascii="Times New Roman" w:hAnsi="Times New Roman" w:cs="Times New Roman"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72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25E5"/>
    <w:rPr>
      <w:rFonts w:ascii="Tahoma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74</Words>
  <Characters>428</Characters>
  <Application>Microsoft Office Outlook</Application>
  <DocSecurity>0</DocSecurity>
  <Lines>0</Lines>
  <Paragraphs>0</Paragraphs>
  <ScaleCrop>false</ScaleCrop>
  <Company>vvsu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Галина</dc:creator>
  <cp:keywords/>
  <dc:description/>
  <cp:lastModifiedBy>filichevat</cp:lastModifiedBy>
  <cp:revision>8</cp:revision>
  <dcterms:created xsi:type="dcterms:W3CDTF">2013-04-15T03:25:00Z</dcterms:created>
  <dcterms:modified xsi:type="dcterms:W3CDTF">2013-04-23T23:24:00Z</dcterms:modified>
</cp:coreProperties>
</file>