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30E" w:rsidRDefault="0073730E"/>
    <w:p w:rsidR="00A068EA" w:rsidRDefault="00A068EA" w:rsidP="00A068EA">
      <w:pPr>
        <w:keepNext/>
        <w:spacing w:line="360" w:lineRule="auto"/>
        <w:jc w:val="center"/>
        <w:outlineLvl w:val="0"/>
        <w:rPr>
          <w:b/>
          <w:bCs/>
          <w:sz w:val="26"/>
          <w:szCs w:val="26"/>
          <w:lang w:val="ru-RU"/>
        </w:rPr>
      </w:pPr>
      <w:r w:rsidRPr="00635361">
        <w:rPr>
          <w:b/>
          <w:bCs/>
          <w:sz w:val="26"/>
          <w:szCs w:val="26"/>
          <w:lang w:val="ru-RU"/>
        </w:rPr>
        <w:t xml:space="preserve">С </w:t>
      </w:r>
      <w:proofErr w:type="gramStart"/>
      <w:r w:rsidRPr="00635361">
        <w:rPr>
          <w:b/>
          <w:bCs/>
          <w:sz w:val="26"/>
          <w:szCs w:val="26"/>
          <w:lang w:val="ru-RU"/>
        </w:rPr>
        <w:t>П</w:t>
      </w:r>
      <w:proofErr w:type="gramEnd"/>
      <w:r w:rsidRPr="00635361">
        <w:rPr>
          <w:b/>
          <w:bCs/>
          <w:sz w:val="26"/>
          <w:szCs w:val="26"/>
          <w:lang w:val="ru-RU"/>
        </w:rPr>
        <w:t xml:space="preserve"> И С О К</w:t>
      </w:r>
    </w:p>
    <w:p w:rsidR="00A068EA" w:rsidRPr="00635361" w:rsidRDefault="00A068EA" w:rsidP="00A068EA">
      <w:pPr>
        <w:keepNext/>
        <w:spacing w:line="360" w:lineRule="auto"/>
        <w:jc w:val="center"/>
        <w:outlineLvl w:val="0"/>
        <w:rPr>
          <w:b/>
          <w:bCs/>
          <w:sz w:val="26"/>
          <w:szCs w:val="26"/>
          <w:lang w:val="ru-RU"/>
        </w:rPr>
      </w:pPr>
    </w:p>
    <w:p w:rsidR="00A068EA" w:rsidRPr="009A166E" w:rsidRDefault="00A068EA" w:rsidP="00A068EA">
      <w:pPr>
        <w:widowControl w:val="0"/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val="ru-RU" w:eastAsia="en-US"/>
        </w:rPr>
      </w:pPr>
      <w:r w:rsidRPr="009A166E">
        <w:rPr>
          <w:rFonts w:eastAsia="Calibri"/>
          <w:sz w:val="26"/>
          <w:szCs w:val="26"/>
          <w:lang w:val="ru-RU" w:eastAsia="en-US"/>
        </w:rPr>
        <w:t>СПИСОК</w:t>
      </w:r>
    </w:p>
    <w:p w:rsidR="00A068EA" w:rsidRPr="009A166E" w:rsidRDefault="00A068EA" w:rsidP="00A068EA">
      <w:pPr>
        <w:widowControl w:val="0"/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val="ru-RU" w:eastAsia="en-US"/>
        </w:rPr>
      </w:pPr>
      <w:r w:rsidRPr="009A166E">
        <w:rPr>
          <w:rFonts w:eastAsia="Calibri"/>
          <w:sz w:val="26"/>
          <w:szCs w:val="26"/>
          <w:lang w:val="ru-RU" w:eastAsia="en-US"/>
        </w:rPr>
        <w:t>ОПУБЛИКОВАННЫХ НАУЧНЫХ И УЧЕБНО - МЕТОДИЧЕСКИХ РАБОТ</w:t>
      </w:r>
    </w:p>
    <w:p w:rsidR="00A068EA" w:rsidRDefault="00A068EA" w:rsidP="00A068EA">
      <w:pPr>
        <w:widowControl w:val="0"/>
        <w:autoSpaceDE w:val="0"/>
        <w:autoSpaceDN w:val="0"/>
        <w:adjustRightInd w:val="0"/>
        <w:rPr>
          <w:rFonts w:eastAsia="Calibri"/>
          <w:sz w:val="26"/>
          <w:szCs w:val="26"/>
          <w:lang w:val="ru-RU" w:eastAsia="en-US"/>
        </w:rPr>
      </w:pPr>
    </w:p>
    <w:p w:rsidR="00A068EA" w:rsidRPr="009A166E" w:rsidRDefault="00A068EA" w:rsidP="00A068EA">
      <w:pPr>
        <w:widowControl w:val="0"/>
        <w:autoSpaceDE w:val="0"/>
        <w:autoSpaceDN w:val="0"/>
        <w:adjustRightInd w:val="0"/>
        <w:rPr>
          <w:rFonts w:eastAsia="Calibri"/>
          <w:sz w:val="26"/>
          <w:szCs w:val="26"/>
          <w:lang w:val="ru-RU" w:eastAsia="en-US"/>
        </w:rPr>
      </w:pPr>
      <w:r>
        <w:rPr>
          <w:rFonts w:eastAsia="Calibri"/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32672</wp:posOffset>
                </wp:positionH>
                <wp:positionV relativeFrom="paragraph">
                  <wp:posOffset>181442</wp:posOffset>
                </wp:positionV>
                <wp:extent cx="5727939" cy="34506"/>
                <wp:effectExtent l="0" t="0" r="25400" b="2286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27939" cy="345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55pt,14.3pt" to="453.5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" strokecolor="black [3040]"/>
            </w:pict>
          </mc:Fallback>
        </mc:AlternateContent>
      </w:r>
    </w:p>
    <w:p w:rsidR="00A068EA" w:rsidRPr="00A068EA" w:rsidRDefault="00A068EA" w:rsidP="00A068EA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  <w:lang w:val="ru-RU"/>
        </w:rPr>
      </w:pPr>
      <w:r w:rsidRPr="00A068EA">
        <w:rPr>
          <w:i/>
          <w:sz w:val="22"/>
          <w:szCs w:val="22"/>
          <w:lang w:val="ru-RU"/>
        </w:rPr>
        <w:t>Фамилия, имя, отчество</w:t>
      </w:r>
    </w:p>
    <w:p w:rsidR="00A068EA" w:rsidRPr="009A166E" w:rsidRDefault="00A068EA" w:rsidP="00A068EA">
      <w:pPr>
        <w:widowControl w:val="0"/>
        <w:autoSpaceDE w:val="0"/>
        <w:autoSpaceDN w:val="0"/>
        <w:adjustRightInd w:val="0"/>
        <w:rPr>
          <w:rFonts w:eastAsia="Calibri"/>
          <w:sz w:val="26"/>
          <w:szCs w:val="26"/>
          <w:lang w:val="ru-RU" w:eastAsia="en-US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520"/>
        <w:gridCol w:w="1440"/>
        <w:gridCol w:w="2386"/>
        <w:gridCol w:w="992"/>
        <w:gridCol w:w="1701"/>
      </w:tblGrid>
      <w:tr w:rsidR="00A068EA" w:rsidRPr="009A166E" w:rsidTr="006E3638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EA" w:rsidRPr="009A166E" w:rsidRDefault="00A068EA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A166E">
              <w:rPr>
                <w:sz w:val="26"/>
                <w:szCs w:val="26"/>
                <w:lang w:val="ru-RU"/>
              </w:rPr>
              <w:t xml:space="preserve">N </w:t>
            </w:r>
            <w:r w:rsidRPr="009A166E">
              <w:rPr>
                <w:sz w:val="26"/>
                <w:szCs w:val="26"/>
                <w:lang w:val="ru-RU"/>
              </w:rPr>
              <w:br/>
            </w:r>
            <w:proofErr w:type="gramStart"/>
            <w:r w:rsidRPr="009A166E">
              <w:rPr>
                <w:sz w:val="26"/>
                <w:szCs w:val="26"/>
                <w:lang w:val="ru-RU"/>
              </w:rPr>
              <w:t>п</w:t>
            </w:r>
            <w:proofErr w:type="gramEnd"/>
            <w:r w:rsidRPr="009A166E">
              <w:rPr>
                <w:sz w:val="26"/>
                <w:szCs w:val="26"/>
                <w:lang w:val="ru-RU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EA" w:rsidRDefault="00A068EA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A166E">
              <w:rPr>
                <w:sz w:val="26"/>
                <w:szCs w:val="26"/>
                <w:lang w:val="ru-RU"/>
              </w:rPr>
              <w:t>Наименование</w:t>
            </w:r>
          </w:p>
          <w:p w:rsidR="00A068EA" w:rsidRPr="009A166E" w:rsidRDefault="00A068EA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A166E">
              <w:rPr>
                <w:sz w:val="26"/>
                <w:szCs w:val="26"/>
                <w:lang w:val="ru-RU"/>
              </w:rPr>
              <w:t>работы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EA" w:rsidRDefault="00A068EA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A166E">
              <w:rPr>
                <w:sz w:val="26"/>
                <w:szCs w:val="26"/>
                <w:lang w:val="ru-RU"/>
              </w:rPr>
              <w:t>Вид</w:t>
            </w:r>
          </w:p>
          <w:p w:rsidR="00A068EA" w:rsidRPr="009A166E" w:rsidRDefault="00A068EA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A166E">
              <w:rPr>
                <w:sz w:val="26"/>
                <w:szCs w:val="26"/>
                <w:lang w:val="ru-RU"/>
              </w:rPr>
              <w:t>работы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EA" w:rsidRDefault="00A068EA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A166E">
              <w:rPr>
                <w:sz w:val="26"/>
                <w:szCs w:val="26"/>
                <w:lang w:val="ru-RU"/>
              </w:rPr>
              <w:t>Выходные</w:t>
            </w:r>
          </w:p>
          <w:p w:rsidR="00A068EA" w:rsidRPr="009A166E" w:rsidRDefault="00A068EA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A166E">
              <w:rPr>
                <w:sz w:val="26"/>
                <w:szCs w:val="26"/>
                <w:lang w:val="ru-RU"/>
              </w:rPr>
              <w:t>данные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EA" w:rsidRPr="009A166E" w:rsidRDefault="00A068EA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A166E">
              <w:rPr>
                <w:sz w:val="26"/>
                <w:szCs w:val="26"/>
                <w:lang w:val="ru-RU"/>
              </w:rPr>
              <w:t xml:space="preserve">Объем </w:t>
            </w:r>
            <w:r w:rsidRPr="009A166E">
              <w:rPr>
                <w:sz w:val="26"/>
                <w:szCs w:val="26"/>
                <w:lang w:val="ru-RU"/>
              </w:rPr>
              <w:br/>
              <w:t>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EA" w:rsidRPr="009A166E" w:rsidRDefault="00A068EA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A166E">
              <w:rPr>
                <w:sz w:val="26"/>
                <w:szCs w:val="26"/>
                <w:lang w:val="ru-RU"/>
              </w:rPr>
              <w:t>Соавторы</w:t>
            </w:r>
          </w:p>
        </w:tc>
      </w:tr>
      <w:tr w:rsidR="00A068EA" w:rsidRPr="009A166E" w:rsidTr="006E3638">
        <w:trPr>
          <w:trHeight w:val="308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EA" w:rsidRPr="00A068EA" w:rsidRDefault="00A068EA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A068EA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EA" w:rsidRPr="00A068EA" w:rsidRDefault="00A068EA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A068EA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EA" w:rsidRPr="00A068EA" w:rsidRDefault="00A068EA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A068EA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EA" w:rsidRPr="00A068EA" w:rsidRDefault="00A068EA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A068EA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EA" w:rsidRPr="00A068EA" w:rsidRDefault="00A068EA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A068EA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EA" w:rsidRPr="00A068EA" w:rsidRDefault="00A068EA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A068EA">
              <w:rPr>
                <w:sz w:val="22"/>
                <w:szCs w:val="22"/>
                <w:lang w:val="ru-RU"/>
              </w:rPr>
              <w:t>6</w:t>
            </w:r>
          </w:p>
        </w:tc>
      </w:tr>
      <w:tr w:rsidR="006E3638" w:rsidRPr="006E3638" w:rsidTr="006E3638">
        <w:trPr>
          <w:trHeight w:val="308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6E3638" w:rsidRPr="006E3638" w:rsidTr="006E3638">
        <w:trPr>
          <w:trHeight w:val="308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6E3638" w:rsidRPr="006E3638" w:rsidTr="006E3638">
        <w:trPr>
          <w:trHeight w:val="308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6E3638" w:rsidRPr="006E3638" w:rsidTr="006E3638">
        <w:trPr>
          <w:trHeight w:val="308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38" w:rsidRPr="006E3638" w:rsidRDefault="006E3638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</w:tr>
    </w:tbl>
    <w:p w:rsidR="00A068EA" w:rsidRPr="009A166E" w:rsidRDefault="00A068EA" w:rsidP="00A068EA">
      <w:pPr>
        <w:widowControl w:val="0"/>
        <w:autoSpaceDE w:val="0"/>
        <w:autoSpaceDN w:val="0"/>
        <w:adjustRightInd w:val="0"/>
        <w:rPr>
          <w:rFonts w:eastAsia="Calibri"/>
          <w:sz w:val="26"/>
          <w:szCs w:val="26"/>
          <w:lang w:val="ru-RU" w:eastAsia="en-US"/>
        </w:rPr>
      </w:pPr>
    </w:p>
    <w:p w:rsidR="00A068EA" w:rsidRPr="009A166E" w:rsidRDefault="00A068EA" w:rsidP="00A068EA">
      <w:pPr>
        <w:widowControl w:val="0"/>
        <w:autoSpaceDE w:val="0"/>
        <w:autoSpaceDN w:val="0"/>
        <w:adjustRightInd w:val="0"/>
        <w:rPr>
          <w:rFonts w:eastAsia="Calibri"/>
          <w:sz w:val="26"/>
          <w:szCs w:val="26"/>
          <w:lang w:val="ru-RU" w:eastAsia="en-US"/>
        </w:rPr>
      </w:pPr>
    </w:p>
    <w:p w:rsidR="00A068EA" w:rsidRPr="009A166E" w:rsidRDefault="00A068EA" w:rsidP="00A068EA">
      <w:pPr>
        <w:widowControl w:val="0"/>
        <w:autoSpaceDE w:val="0"/>
        <w:autoSpaceDN w:val="0"/>
        <w:adjustRightInd w:val="0"/>
        <w:rPr>
          <w:rFonts w:eastAsia="Calibri"/>
          <w:sz w:val="26"/>
          <w:szCs w:val="26"/>
          <w:lang w:val="ru-RU" w:eastAsia="en-US"/>
        </w:rPr>
      </w:pPr>
    </w:p>
    <w:p w:rsidR="00A068EA" w:rsidRPr="009A166E" w:rsidRDefault="00A068EA" w:rsidP="00A068EA">
      <w:pPr>
        <w:widowControl w:val="0"/>
        <w:autoSpaceDE w:val="0"/>
        <w:autoSpaceDN w:val="0"/>
        <w:adjustRightInd w:val="0"/>
        <w:rPr>
          <w:rFonts w:eastAsia="Calibri"/>
          <w:sz w:val="26"/>
          <w:szCs w:val="26"/>
          <w:lang w:val="ru-RU" w:eastAsia="en-US"/>
        </w:rPr>
      </w:pPr>
    </w:p>
    <w:p w:rsidR="00461B4C" w:rsidRPr="009A166E" w:rsidRDefault="00A068EA" w:rsidP="00461B4C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  <w:r w:rsidRPr="009A166E">
        <w:rPr>
          <w:sz w:val="26"/>
          <w:szCs w:val="26"/>
          <w:lang w:val="ru-RU"/>
        </w:rPr>
        <w:t>Соискатель</w:t>
      </w:r>
      <w:r w:rsidR="00461B4C">
        <w:rPr>
          <w:sz w:val="26"/>
          <w:szCs w:val="26"/>
          <w:lang w:val="ru-RU"/>
        </w:rPr>
        <w:tab/>
      </w:r>
      <w:r w:rsidR="00461B4C">
        <w:rPr>
          <w:sz w:val="26"/>
          <w:szCs w:val="26"/>
          <w:lang w:val="ru-RU"/>
        </w:rPr>
        <w:tab/>
      </w:r>
      <w:r w:rsidR="00461B4C">
        <w:rPr>
          <w:sz w:val="26"/>
          <w:szCs w:val="26"/>
          <w:lang w:val="ru-RU"/>
        </w:rPr>
        <w:tab/>
      </w:r>
      <w:r w:rsidR="00461B4C">
        <w:rPr>
          <w:sz w:val="26"/>
          <w:szCs w:val="26"/>
          <w:lang w:val="ru-RU"/>
        </w:rPr>
        <w:tab/>
      </w:r>
      <w:r w:rsidR="00461B4C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 xml:space="preserve"> </w:t>
      </w:r>
      <w:r w:rsidR="00461B4C">
        <w:rPr>
          <w:sz w:val="26"/>
          <w:szCs w:val="26"/>
          <w:lang w:val="ru-RU"/>
        </w:rPr>
        <w:t>_____________________</w:t>
      </w:r>
      <w:r w:rsidR="00461B4C">
        <w:rPr>
          <w:sz w:val="26"/>
          <w:szCs w:val="26"/>
          <w:lang w:val="ru-RU"/>
        </w:rPr>
        <w:tab/>
      </w:r>
      <w:r w:rsidR="00461B4C" w:rsidRPr="009A166E">
        <w:rPr>
          <w:sz w:val="26"/>
          <w:szCs w:val="26"/>
          <w:lang w:val="ru-RU"/>
        </w:rPr>
        <w:tab/>
        <w:t>ФИО</w:t>
      </w:r>
    </w:p>
    <w:p w:rsidR="00461B4C" w:rsidRPr="00A068EA" w:rsidRDefault="00461B4C" w:rsidP="00461B4C">
      <w:pPr>
        <w:widowControl w:val="0"/>
        <w:autoSpaceDE w:val="0"/>
        <w:autoSpaceDN w:val="0"/>
        <w:adjustRightInd w:val="0"/>
        <w:rPr>
          <w:i/>
          <w:sz w:val="22"/>
          <w:szCs w:val="22"/>
          <w:lang w:val="ru-RU"/>
        </w:rPr>
      </w:pPr>
      <w:r w:rsidRPr="009A166E">
        <w:rPr>
          <w:sz w:val="26"/>
          <w:szCs w:val="26"/>
          <w:lang w:val="ru-RU"/>
        </w:rPr>
        <w:t xml:space="preserve">                                         </w:t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A068EA">
        <w:rPr>
          <w:i/>
          <w:sz w:val="22"/>
          <w:szCs w:val="22"/>
          <w:lang w:val="ru-RU"/>
        </w:rPr>
        <w:t xml:space="preserve">подпись </w:t>
      </w:r>
    </w:p>
    <w:p w:rsidR="00A068EA" w:rsidRDefault="00A068EA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461B4C" w:rsidRDefault="00461B4C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  <w:bookmarkStart w:id="0" w:name="_GoBack"/>
      <w:bookmarkEnd w:id="0"/>
    </w:p>
    <w:p w:rsidR="00461B4C" w:rsidRPr="009A166E" w:rsidRDefault="00461B4C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068EA" w:rsidRPr="009A166E" w:rsidRDefault="00A068EA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  <w:r w:rsidRPr="009A166E">
        <w:rPr>
          <w:sz w:val="26"/>
          <w:szCs w:val="26"/>
          <w:lang w:val="ru-RU"/>
        </w:rPr>
        <w:t>Список верен:</w:t>
      </w:r>
    </w:p>
    <w:p w:rsidR="00A068EA" w:rsidRPr="009A166E" w:rsidRDefault="00A068EA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068EA" w:rsidRPr="009A166E" w:rsidRDefault="00A068EA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Заведующий кафедрой</w:t>
      </w:r>
      <w:r w:rsidRPr="009A166E">
        <w:rPr>
          <w:sz w:val="26"/>
          <w:szCs w:val="26"/>
          <w:lang w:val="ru-RU"/>
        </w:rPr>
        <w:t xml:space="preserve">                 </w:t>
      </w:r>
      <w:r w:rsidRPr="009A166E"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>_____________________</w:t>
      </w:r>
      <w:r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  <w:t>ФИО</w:t>
      </w:r>
    </w:p>
    <w:p w:rsidR="00A068EA" w:rsidRPr="00A068EA" w:rsidRDefault="00A068EA" w:rsidP="00A068EA">
      <w:pPr>
        <w:widowControl w:val="0"/>
        <w:autoSpaceDE w:val="0"/>
        <w:autoSpaceDN w:val="0"/>
        <w:adjustRightInd w:val="0"/>
        <w:rPr>
          <w:i/>
          <w:sz w:val="22"/>
          <w:szCs w:val="22"/>
          <w:lang w:val="ru-RU"/>
        </w:rPr>
      </w:pPr>
      <w:r w:rsidRPr="009A166E">
        <w:rPr>
          <w:sz w:val="26"/>
          <w:szCs w:val="26"/>
          <w:lang w:val="ru-RU"/>
        </w:rPr>
        <w:t xml:space="preserve">                                         </w:t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A068EA">
        <w:rPr>
          <w:i/>
          <w:sz w:val="22"/>
          <w:szCs w:val="22"/>
          <w:lang w:val="ru-RU"/>
        </w:rPr>
        <w:t xml:space="preserve">подпись </w:t>
      </w:r>
    </w:p>
    <w:p w:rsidR="00A068EA" w:rsidRPr="009A166E" w:rsidRDefault="00A068EA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068EA" w:rsidRPr="009A166E" w:rsidRDefault="00A068EA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068EA" w:rsidRPr="009A166E" w:rsidRDefault="00A068EA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  <w:r w:rsidRPr="009A166E">
        <w:rPr>
          <w:sz w:val="26"/>
          <w:szCs w:val="26"/>
          <w:lang w:val="ru-RU"/>
        </w:rPr>
        <w:t>Ученый секретарь</w:t>
      </w:r>
    </w:p>
    <w:p w:rsidR="00A068EA" w:rsidRPr="009A166E" w:rsidRDefault="00A068EA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  <w:r w:rsidRPr="009A166E">
        <w:rPr>
          <w:sz w:val="26"/>
          <w:szCs w:val="26"/>
          <w:lang w:val="ru-RU"/>
        </w:rPr>
        <w:t xml:space="preserve">Ученого совета        </w:t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  <w:t>_____</w:t>
      </w:r>
      <w:r>
        <w:rPr>
          <w:sz w:val="26"/>
          <w:szCs w:val="26"/>
          <w:lang w:val="ru-RU"/>
        </w:rPr>
        <w:t>_______________</w:t>
      </w:r>
      <w:r>
        <w:rPr>
          <w:sz w:val="26"/>
          <w:szCs w:val="26"/>
          <w:lang w:val="ru-RU"/>
        </w:rPr>
        <w:tab/>
      </w:r>
      <w:proofErr w:type="spellStart"/>
      <w:r w:rsidRPr="009A166E">
        <w:rPr>
          <w:sz w:val="26"/>
          <w:szCs w:val="26"/>
          <w:lang w:val="ru-RU"/>
        </w:rPr>
        <w:t>Т.П.Филичева</w:t>
      </w:r>
      <w:proofErr w:type="spellEnd"/>
    </w:p>
    <w:p w:rsidR="00A068EA" w:rsidRPr="00A068EA" w:rsidRDefault="00A068EA" w:rsidP="00A068EA">
      <w:pPr>
        <w:widowControl w:val="0"/>
        <w:autoSpaceDE w:val="0"/>
        <w:autoSpaceDN w:val="0"/>
        <w:adjustRightInd w:val="0"/>
        <w:rPr>
          <w:i/>
          <w:sz w:val="22"/>
          <w:szCs w:val="22"/>
          <w:lang w:val="ru-RU"/>
        </w:rPr>
      </w:pPr>
      <w:r w:rsidRPr="009A166E">
        <w:rPr>
          <w:sz w:val="26"/>
          <w:szCs w:val="26"/>
          <w:lang w:val="ru-RU"/>
        </w:rPr>
        <w:t xml:space="preserve">                                         </w:t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A068EA">
        <w:rPr>
          <w:i/>
          <w:sz w:val="22"/>
          <w:szCs w:val="22"/>
          <w:lang w:val="ru-RU"/>
        </w:rPr>
        <w:t xml:space="preserve">подпись </w:t>
      </w:r>
    </w:p>
    <w:p w:rsidR="00A068EA" w:rsidRPr="009A166E" w:rsidRDefault="00A068EA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068EA" w:rsidRDefault="00A068EA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068EA" w:rsidRPr="009A166E" w:rsidRDefault="00A068EA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Печать организации</w:t>
      </w:r>
    </w:p>
    <w:p w:rsidR="00A068EA" w:rsidRDefault="00A068EA" w:rsidP="00A068EA">
      <w:pPr>
        <w:jc w:val="center"/>
      </w:pPr>
    </w:p>
    <w:sectPr w:rsidR="00A068E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595" w:rsidRDefault="00D05595" w:rsidP="00A068EA">
      <w:r>
        <w:separator/>
      </w:r>
    </w:p>
  </w:endnote>
  <w:endnote w:type="continuationSeparator" w:id="0">
    <w:p w:rsidR="00D05595" w:rsidRDefault="00D05595" w:rsidP="00A06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595" w:rsidRDefault="00D05595" w:rsidP="00A068EA">
      <w:r>
        <w:separator/>
      </w:r>
    </w:p>
  </w:footnote>
  <w:footnote w:type="continuationSeparator" w:id="0">
    <w:p w:rsidR="00D05595" w:rsidRDefault="00D05595" w:rsidP="00A068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8EA" w:rsidRDefault="00A068EA" w:rsidP="00A068EA">
    <w:pPr>
      <w:pStyle w:val="a3"/>
      <w:jc w:val="right"/>
      <w:rPr>
        <w:lang w:val="ru-RU"/>
      </w:rPr>
    </w:pPr>
    <w:r>
      <w:rPr>
        <w:lang w:val="ru-RU"/>
      </w:rPr>
      <w:t>СК-СТО-ПЛ-11-001-2013</w:t>
    </w:r>
  </w:p>
  <w:p w:rsidR="00A068EA" w:rsidRPr="00A068EA" w:rsidRDefault="00A068EA" w:rsidP="00A068EA">
    <w:pPr>
      <w:pStyle w:val="a3"/>
      <w:jc w:val="right"/>
      <w:rPr>
        <w:lang w:val="ru-RU"/>
      </w:rPr>
    </w:pPr>
    <w:r>
      <w:rPr>
        <w:lang w:val="ru-RU"/>
      </w:rPr>
      <w:t>Ф-03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5D9"/>
    <w:rsid w:val="00006163"/>
    <w:rsid w:val="000076BE"/>
    <w:rsid w:val="000121E0"/>
    <w:rsid w:val="0002499D"/>
    <w:rsid w:val="0002668F"/>
    <w:rsid w:val="00027D4F"/>
    <w:rsid w:val="000308F5"/>
    <w:rsid w:val="00034339"/>
    <w:rsid w:val="0004541E"/>
    <w:rsid w:val="00047D3D"/>
    <w:rsid w:val="00061676"/>
    <w:rsid w:val="00091DF9"/>
    <w:rsid w:val="00094ABF"/>
    <w:rsid w:val="00095F31"/>
    <w:rsid w:val="000A15EE"/>
    <w:rsid w:val="000A2EEA"/>
    <w:rsid w:val="000A3C53"/>
    <w:rsid w:val="000B0AD8"/>
    <w:rsid w:val="000B1412"/>
    <w:rsid w:val="000C1C26"/>
    <w:rsid w:val="000C394E"/>
    <w:rsid w:val="000E2CC6"/>
    <w:rsid w:val="000E2DF6"/>
    <w:rsid w:val="000E67B0"/>
    <w:rsid w:val="000F3B05"/>
    <w:rsid w:val="000F5D80"/>
    <w:rsid w:val="001036DE"/>
    <w:rsid w:val="001162D3"/>
    <w:rsid w:val="001235D2"/>
    <w:rsid w:val="0012663A"/>
    <w:rsid w:val="0013435A"/>
    <w:rsid w:val="0014446D"/>
    <w:rsid w:val="0015256F"/>
    <w:rsid w:val="00155DD4"/>
    <w:rsid w:val="001571C9"/>
    <w:rsid w:val="00165EE0"/>
    <w:rsid w:val="00167CAE"/>
    <w:rsid w:val="00172E50"/>
    <w:rsid w:val="001732D2"/>
    <w:rsid w:val="001750E6"/>
    <w:rsid w:val="00180130"/>
    <w:rsid w:val="00183557"/>
    <w:rsid w:val="00183FCA"/>
    <w:rsid w:val="00186D00"/>
    <w:rsid w:val="00196CCC"/>
    <w:rsid w:val="001971D9"/>
    <w:rsid w:val="001B49A3"/>
    <w:rsid w:val="001C1135"/>
    <w:rsid w:val="001C23BB"/>
    <w:rsid w:val="001C3885"/>
    <w:rsid w:val="001C787A"/>
    <w:rsid w:val="001D553B"/>
    <w:rsid w:val="001D5844"/>
    <w:rsid w:val="001D7064"/>
    <w:rsid w:val="001D7435"/>
    <w:rsid w:val="001E4518"/>
    <w:rsid w:val="001E4AFF"/>
    <w:rsid w:val="001E5770"/>
    <w:rsid w:val="001E75B3"/>
    <w:rsid w:val="001F2A32"/>
    <w:rsid w:val="001F7A01"/>
    <w:rsid w:val="002020F0"/>
    <w:rsid w:val="00206604"/>
    <w:rsid w:val="00210AAD"/>
    <w:rsid w:val="0021339C"/>
    <w:rsid w:val="00215801"/>
    <w:rsid w:val="002162CE"/>
    <w:rsid w:val="00226FA7"/>
    <w:rsid w:val="002303B9"/>
    <w:rsid w:val="00232547"/>
    <w:rsid w:val="00245742"/>
    <w:rsid w:val="002543C4"/>
    <w:rsid w:val="00260F94"/>
    <w:rsid w:val="00262971"/>
    <w:rsid w:val="0026306E"/>
    <w:rsid w:val="00263186"/>
    <w:rsid w:val="00264EA1"/>
    <w:rsid w:val="002723D1"/>
    <w:rsid w:val="00274D5E"/>
    <w:rsid w:val="0027511D"/>
    <w:rsid w:val="0028193A"/>
    <w:rsid w:val="00285020"/>
    <w:rsid w:val="00295922"/>
    <w:rsid w:val="0029668C"/>
    <w:rsid w:val="00297948"/>
    <w:rsid w:val="002A1536"/>
    <w:rsid w:val="002A44F0"/>
    <w:rsid w:val="002A4C28"/>
    <w:rsid w:val="002A7304"/>
    <w:rsid w:val="002A7963"/>
    <w:rsid w:val="002B3323"/>
    <w:rsid w:val="002B37BE"/>
    <w:rsid w:val="002C6086"/>
    <w:rsid w:val="002D21FB"/>
    <w:rsid w:val="002D660F"/>
    <w:rsid w:val="002D74DC"/>
    <w:rsid w:val="002E05D9"/>
    <w:rsid w:val="002E2529"/>
    <w:rsid w:val="002E3359"/>
    <w:rsid w:val="002E4950"/>
    <w:rsid w:val="002E5098"/>
    <w:rsid w:val="002E51F8"/>
    <w:rsid w:val="002E61AB"/>
    <w:rsid w:val="002E7E4B"/>
    <w:rsid w:val="002F3DD6"/>
    <w:rsid w:val="00303FC4"/>
    <w:rsid w:val="00307BF0"/>
    <w:rsid w:val="0031139A"/>
    <w:rsid w:val="00312115"/>
    <w:rsid w:val="00312C72"/>
    <w:rsid w:val="003134C0"/>
    <w:rsid w:val="003166D4"/>
    <w:rsid w:val="00320FB7"/>
    <w:rsid w:val="00325042"/>
    <w:rsid w:val="003259B2"/>
    <w:rsid w:val="00327DB3"/>
    <w:rsid w:val="00330B72"/>
    <w:rsid w:val="0034334B"/>
    <w:rsid w:val="003541F5"/>
    <w:rsid w:val="0035639D"/>
    <w:rsid w:val="00363D92"/>
    <w:rsid w:val="00366A4A"/>
    <w:rsid w:val="003707DA"/>
    <w:rsid w:val="00372A55"/>
    <w:rsid w:val="00372ABA"/>
    <w:rsid w:val="003758A8"/>
    <w:rsid w:val="0037783A"/>
    <w:rsid w:val="003801F4"/>
    <w:rsid w:val="003808E5"/>
    <w:rsid w:val="0038231B"/>
    <w:rsid w:val="00385C93"/>
    <w:rsid w:val="00387CBA"/>
    <w:rsid w:val="00394D44"/>
    <w:rsid w:val="00396612"/>
    <w:rsid w:val="003A5373"/>
    <w:rsid w:val="003B0677"/>
    <w:rsid w:val="003B54B2"/>
    <w:rsid w:val="003C0130"/>
    <w:rsid w:val="003C1FF1"/>
    <w:rsid w:val="003D2863"/>
    <w:rsid w:val="003D7C4F"/>
    <w:rsid w:val="003E05B4"/>
    <w:rsid w:val="003E07B6"/>
    <w:rsid w:val="003E666F"/>
    <w:rsid w:val="003E7D77"/>
    <w:rsid w:val="003F16F2"/>
    <w:rsid w:val="00400587"/>
    <w:rsid w:val="00430578"/>
    <w:rsid w:val="00430CFD"/>
    <w:rsid w:val="00431ADE"/>
    <w:rsid w:val="0044251D"/>
    <w:rsid w:val="00443537"/>
    <w:rsid w:val="00446339"/>
    <w:rsid w:val="00446651"/>
    <w:rsid w:val="004574C0"/>
    <w:rsid w:val="00457A99"/>
    <w:rsid w:val="00461223"/>
    <w:rsid w:val="00461B4C"/>
    <w:rsid w:val="0046483A"/>
    <w:rsid w:val="00470D7D"/>
    <w:rsid w:val="00475E0A"/>
    <w:rsid w:val="00476F8B"/>
    <w:rsid w:val="00480B47"/>
    <w:rsid w:val="00486456"/>
    <w:rsid w:val="0049546D"/>
    <w:rsid w:val="00496337"/>
    <w:rsid w:val="004B1FD4"/>
    <w:rsid w:val="004C267E"/>
    <w:rsid w:val="004D466B"/>
    <w:rsid w:val="004E01C3"/>
    <w:rsid w:val="004E0504"/>
    <w:rsid w:val="004E456D"/>
    <w:rsid w:val="004F220B"/>
    <w:rsid w:val="004F2B50"/>
    <w:rsid w:val="004F5A8F"/>
    <w:rsid w:val="004F6BC6"/>
    <w:rsid w:val="004F7D6F"/>
    <w:rsid w:val="00500A79"/>
    <w:rsid w:val="005010CC"/>
    <w:rsid w:val="00506FDC"/>
    <w:rsid w:val="00510FB3"/>
    <w:rsid w:val="00512E28"/>
    <w:rsid w:val="00513700"/>
    <w:rsid w:val="00514B7C"/>
    <w:rsid w:val="005229F0"/>
    <w:rsid w:val="00523571"/>
    <w:rsid w:val="0053198F"/>
    <w:rsid w:val="005346E9"/>
    <w:rsid w:val="00537132"/>
    <w:rsid w:val="0054134F"/>
    <w:rsid w:val="00553FD8"/>
    <w:rsid w:val="005572E1"/>
    <w:rsid w:val="00557319"/>
    <w:rsid w:val="005639BF"/>
    <w:rsid w:val="0057387F"/>
    <w:rsid w:val="0058182D"/>
    <w:rsid w:val="0058293D"/>
    <w:rsid w:val="00586DAE"/>
    <w:rsid w:val="0059658C"/>
    <w:rsid w:val="005A1033"/>
    <w:rsid w:val="005B15E9"/>
    <w:rsid w:val="005B19C7"/>
    <w:rsid w:val="005B50B6"/>
    <w:rsid w:val="005B5AD2"/>
    <w:rsid w:val="005B6732"/>
    <w:rsid w:val="005C007F"/>
    <w:rsid w:val="005C08D3"/>
    <w:rsid w:val="005C10EB"/>
    <w:rsid w:val="005C4411"/>
    <w:rsid w:val="005C47B8"/>
    <w:rsid w:val="005D6059"/>
    <w:rsid w:val="005E1B75"/>
    <w:rsid w:val="005E7987"/>
    <w:rsid w:val="005F3A56"/>
    <w:rsid w:val="005F6429"/>
    <w:rsid w:val="006012BD"/>
    <w:rsid w:val="0061131F"/>
    <w:rsid w:val="00620CB0"/>
    <w:rsid w:val="006232C5"/>
    <w:rsid w:val="006235C3"/>
    <w:rsid w:val="00626969"/>
    <w:rsid w:val="006305C8"/>
    <w:rsid w:val="00634799"/>
    <w:rsid w:val="00642109"/>
    <w:rsid w:val="00643EDB"/>
    <w:rsid w:val="00646A38"/>
    <w:rsid w:val="0065406F"/>
    <w:rsid w:val="00660D4A"/>
    <w:rsid w:val="006627B1"/>
    <w:rsid w:val="00663B18"/>
    <w:rsid w:val="00666A29"/>
    <w:rsid w:val="006A0A88"/>
    <w:rsid w:val="006A3769"/>
    <w:rsid w:val="006B3DD5"/>
    <w:rsid w:val="006C083B"/>
    <w:rsid w:val="006C3E5F"/>
    <w:rsid w:val="006C733B"/>
    <w:rsid w:val="006C7C15"/>
    <w:rsid w:val="006D0DD3"/>
    <w:rsid w:val="006D3597"/>
    <w:rsid w:val="006D429C"/>
    <w:rsid w:val="006E0CBC"/>
    <w:rsid w:val="006E1D4E"/>
    <w:rsid w:val="006E3638"/>
    <w:rsid w:val="006E4E61"/>
    <w:rsid w:val="006E7ACD"/>
    <w:rsid w:val="006F12EE"/>
    <w:rsid w:val="006F17EF"/>
    <w:rsid w:val="006F5BB9"/>
    <w:rsid w:val="006F6089"/>
    <w:rsid w:val="006F624E"/>
    <w:rsid w:val="006F731E"/>
    <w:rsid w:val="006F7C4E"/>
    <w:rsid w:val="00706CF3"/>
    <w:rsid w:val="00710B35"/>
    <w:rsid w:val="00713CA5"/>
    <w:rsid w:val="00721E98"/>
    <w:rsid w:val="00733AB8"/>
    <w:rsid w:val="00734396"/>
    <w:rsid w:val="00735A17"/>
    <w:rsid w:val="0073730E"/>
    <w:rsid w:val="007410FA"/>
    <w:rsid w:val="007433AC"/>
    <w:rsid w:val="00750F1D"/>
    <w:rsid w:val="007534E9"/>
    <w:rsid w:val="00757820"/>
    <w:rsid w:val="00764211"/>
    <w:rsid w:val="0077214E"/>
    <w:rsid w:val="00775604"/>
    <w:rsid w:val="0078365A"/>
    <w:rsid w:val="00793EC7"/>
    <w:rsid w:val="00796A9A"/>
    <w:rsid w:val="007A085A"/>
    <w:rsid w:val="007A76F0"/>
    <w:rsid w:val="007B0CB0"/>
    <w:rsid w:val="007B25FA"/>
    <w:rsid w:val="007B263F"/>
    <w:rsid w:val="007C3201"/>
    <w:rsid w:val="007C447F"/>
    <w:rsid w:val="007C6D41"/>
    <w:rsid w:val="007C7A7D"/>
    <w:rsid w:val="007D75FA"/>
    <w:rsid w:val="007D7A76"/>
    <w:rsid w:val="007D7EE8"/>
    <w:rsid w:val="007E3784"/>
    <w:rsid w:val="007E3FEC"/>
    <w:rsid w:val="007F542F"/>
    <w:rsid w:val="007F73F2"/>
    <w:rsid w:val="007F7E4E"/>
    <w:rsid w:val="007F7FC9"/>
    <w:rsid w:val="00804173"/>
    <w:rsid w:val="008157DA"/>
    <w:rsid w:val="0082151C"/>
    <w:rsid w:val="008345BE"/>
    <w:rsid w:val="008363D0"/>
    <w:rsid w:val="00836EC8"/>
    <w:rsid w:val="00836FE2"/>
    <w:rsid w:val="00842F20"/>
    <w:rsid w:val="008436D7"/>
    <w:rsid w:val="008526EF"/>
    <w:rsid w:val="00863017"/>
    <w:rsid w:val="0087006F"/>
    <w:rsid w:val="008738D2"/>
    <w:rsid w:val="00881C74"/>
    <w:rsid w:val="0088201D"/>
    <w:rsid w:val="008820AB"/>
    <w:rsid w:val="008844DF"/>
    <w:rsid w:val="00890308"/>
    <w:rsid w:val="00892509"/>
    <w:rsid w:val="008A0CBD"/>
    <w:rsid w:val="008B6FCA"/>
    <w:rsid w:val="008C3909"/>
    <w:rsid w:val="008C78FE"/>
    <w:rsid w:val="008D066E"/>
    <w:rsid w:val="008D514A"/>
    <w:rsid w:val="008D7913"/>
    <w:rsid w:val="008E0F2D"/>
    <w:rsid w:val="008E7832"/>
    <w:rsid w:val="008F086A"/>
    <w:rsid w:val="008F369C"/>
    <w:rsid w:val="008F7C38"/>
    <w:rsid w:val="009073CC"/>
    <w:rsid w:val="009129D9"/>
    <w:rsid w:val="00913038"/>
    <w:rsid w:val="0091315C"/>
    <w:rsid w:val="009136FE"/>
    <w:rsid w:val="0091389E"/>
    <w:rsid w:val="00921159"/>
    <w:rsid w:val="00925DA9"/>
    <w:rsid w:val="009265AB"/>
    <w:rsid w:val="00927C93"/>
    <w:rsid w:val="009370D7"/>
    <w:rsid w:val="00945280"/>
    <w:rsid w:val="009534B9"/>
    <w:rsid w:val="009621CA"/>
    <w:rsid w:val="00981C20"/>
    <w:rsid w:val="009852DE"/>
    <w:rsid w:val="00987176"/>
    <w:rsid w:val="009940AF"/>
    <w:rsid w:val="00996BB4"/>
    <w:rsid w:val="00997A93"/>
    <w:rsid w:val="009A3B90"/>
    <w:rsid w:val="009A437C"/>
    <w:rsid w:val="009B0A25"/>
    <w:rsid w:val="009B7B7A"/>
    <w:rsid w:val="009C2733"/>
    <w:rsid w:val="009C74B4"/>
    <w:rsid w:val="009D0511"/>
    <w:rsid w:val="009D4968"/>
    <w:rsid w:val="009D5B98"/>
    <w:rsid w:val="009F5D1D"/>
    <w:rsid w:val="009F7C11"/>
    <w:rsid w:val="00A068EA"/>
    <w:rsid w:val="00A074EA"/>
    <w:rsid w:val="00A07EE2"/>
    <w:rsid w:val="00A11F83"/>
    <w:rsid w:val="00A14F7F"/>
    <w:rsid w:val="00A15B0C"/>
    <w:rsid w:val="00A23B4D"/>
    <w:rsid w:val="00A56F8B"/>
    <w:rsid w:val="00A658A2"/>
    <w:rsid w:val="00A70EAF"/>
    <w:rsid w:val="00A73587"/>
    <w:rsid w:val="00A762D3"/>
    <w:rsid w:val="00A83511"/>
    <w:rsid w:val="00A8780C"/>
    <w:rsid w:val="00A91A86"/>
    <w:rsid w:val="00A91CA6"/>
    <w:rsid w:val="00A95672"/>
    <w:rsid w:val="00AB56B4"/>
    <w:rsid w:val="00AC49C5"/>
    <w:rsid w:val="00AE011B"/>
    <w:rsid w:val="00AE11B3"/>
    <w:rsid w:val="00AF06BD"/>
    <w:rsid w:val="00AF20D9"/>
    <w:rsid w:val="00AF4C56"/>
    <w:rsid w:val="00AF5843"/>
    <w:rsid w:val="00AF621E"/>
    <w:rsid w:val="00B01EE7"/>
    <w:rsid w:val="00B06ABB"/>
    <w:rsid w:val="00B10826"/>
    <w:rsid w:val="00B12A8A"/>
    <w:rsid w:val="00B12EF2"/>
    <w:rsid w:val="00B16B54"/>
    <w:rsid w:val="00B1706F"/>
    <w:rsid w:val="00B2151C"/>
    <w:rsid w:val="00B269E5"/>
    <w:rsid w:val="00B33BE9"/>
    <w:rsid w:val="00B46346"/>
    <w:rsid w:val="00B4736C"/>
    <w:rsid w:val="00B56866"/>
    <w:rsid w:val="00B6086C"/>
    <w:rsid w:val="00B64BE8"/>
    <w:rsid w:val="00B65E74"/>
    <w:rsid w:val="00B6796B"/>
    <w:rsid w:val="00B73FD7"/>
    <w:rsid w:val="00B772A0"/>
    <w:rsid w:val="00B77FC9"/>
    <w:rsid w:val="00B807F4"/>
    <w:rsid w:val="00B92C5A"/>
    <w:rsid w:val="00BA077C"/>
    <w:rsid w:val="00BA0C84"/>
    <w:rsid w:val="00BA10BF"/>
    <w:rsid w:val="00BB2CCE"/>
    <w:rsid w:val="00BB4268"/>
    <w:rsid w:val="00BC0418"/>
    <w:rsid w:val="00BC18D8"/>
    <w:rsid w:val="00BC2B39"/>
    <w:rsid w:val="00BE4B63"/>
    <w:rsid w:val="00BE724E"/>
    <w:rsid w:val="00BF0E3D"/>
    <w:rsid w:val="00BF716A"/>
    <w:rsid w:val="00C00A96"/>
    <w:rsid w:val="00C1011E"/>
    <w:rsid w:val="00C168FD"/>
    <w:rsid w:val="00C16C58"/>
    <w:rsid w:val="00C2655C"/>
    <w:rsid w:val="00C2701A"/>
    <w:rsid w:val="00C30E02"/>
    <w:rsid w:val="00C350D7"/>
    <w:rsid w:val="00C43EFB"/>
    <w:rsid w:val="00C45100"/>
    <w:rsid w:val="00C500AE"/>
    <w:rsid w:val="00C56A01"/>
    <w:rsid w:val="00C67DE0"/>
    <w:rsid w:val="00C709E6"/>
    <w:rsid w:val="00C752B2"/>
    <w:rsid w:val="00C81C9A"/>
    <w:rsid w:val="00C8212B"/>
    <w:rsid w:val="00C91233"/>
    <w:rsid w:val="00C927F8"/>
    <w:rsid w:val="00C96DA0"/>
    <w:rsid w:val="00CA1405"/>
    <w:rsid w:val="00CB4758"/>
    <w:rsid w:val="00CB4A67"/>
    <w:rsid w:val="00CB5DFF"/>
    <w:rsid w:val="00CC2A72"/>
    <w:rsid w:val="00CD18B8"/>
    <w:rsid w:val="00CE4506"/>
    <w:rsid w:val="00CE68CE"/>
    <w:rsid w:val="00CE69A5"/>
    <w:rsid w:val="00CE74F9"/>
    <w:rsid w:val="00CF221D"/>
    <w:rsid w:val="00CF27ED"/>
    <w:rsid w:val="00CF3788"/>
    <w:rsid w:val="00CF6FEB"/>
    <w:rsid w:val="00CF79AB"/>
    <w:rsid w:val="00D0302E"/>
    <w:rsid w:val="00D05595"/>
    <w:rsid w:val="00D1502B"/>
    <w:rsid w:val="00D20238"/>
    <w:rsid w:val="00D317F5"/>
    <w:rsid w:val="00D43641"/>
    <w:rsid w:val="00D44947"/>
    <w:rsid w:val="00D4568F"/>
    <w:rsid w:val="00D46B65"/>
    <w:rsid w:val="00D545FA"/>
    <w:rsid w:val="00D56520"/>
    <w:rsid w:val="00D57FCF"/>
    <w:rsid w:val="00D64DBB"/>
    <w:rsid w:val="00D80BD9"/>
    <w:rsid w:val="00D85B3E"/>
    <w:rsid w:val="00DB3B4B"/>
    <w:rsid w:val="00DB7535"/>
    <w:rsid w:val="00DC06E9"/>
    <w:rsid w:val="00DC1F6F"/>
    <w:rsid w:val="00DC3695"/>
    <w:rsid w:val="00DC44DB"/>
    <w:rsid w:val="00DC4BBD"/>
    <w:rsid w:val="00DE4B12"/>
    <w:rsid w:val="00DE4F7A"/>
    <w:rsid w:val="00E177F2"/>
    <w:rsid w:val="00E2142F"/>
    <w:rsid w:val="00E251D7"/>
    <w:rsid w:val="00E25FCE"/>
    <w:rsid w:val="00E274A1"/>
    <w:rsid w:val="00E34ECF"/>
    <w:rsid w:val="00E3552B"/>
    <w:rsid w:val="00E358D2"/>
    <w:rsid w:val="00E40B6F"/>
    <w:rsid w:val="00E437E1"/>
    <w:rsid w:val="00E44E5E"/>
    <w:rsid w:val="00E54039"/>
    <w:rsid w:val="00E5753A"/>
    <w:rsid w:val="00E61B3C"/>
    <w:rsid w:val="00E6211D"/>
    <w:rsid w:val="00E71EB9"/>
    <w:rsid w:val="00E83D84"/>
    <w:rsid w:val="00E95B09"/>
    <w:rsid w:val="00E96E82"/>
    <w:rsid w:val="00E97D22"/>
    <w:rsid w:val="00EA23A1"/>
    <w:rsid w:val="00EA7F38"/>
    <w:rsid w:val="00EB1B19"/>
    <w:rsid w:val="00EB284C"/>
    <w:rsid w:val="00EC5FAC"/>
    <w:rsid w:val="00EC6650"/>
    <w:rsid w:val="00ED17DF"/>
    <w:rsid w:val="00EE0D03"/>
    <w:rsid w:val="00EE2235"/>
    <w:rsid w:val="00EE528D"/>
    <w:rsid w:val="00EF21B6"/>
    <w:rsid w:val="00EF3C34"/>
    <w:rsid w:val="00EF4198"/>
    <w:rsid w:val="00EF47F9"/>
    <w:rsid w:val="00EF6883"/>
    <w:rsid w:val="00F00D47"/>
    <w:rsid w:val="00F01390"/>
    <w:rsid w:val="00F06151"/>
    <w:rsid w:val="00F10BED"/>
    <w:rsid w:val="00F12B49"/>
    <w:rsid w:val="00F13CEE"/>
    <w:rsid w:val="00F14EC8"/>
    <w:rsid w:val="00F41653"/>
    <w:rsid w:val="00F42C9F"/>
    <w:rsid w:val="00F465ED"/>
    <w:rsid w:val="00F503CA"/>
    <w:rsid w:val="00F51BBA"/>
    <w:rsid w:val="00F51E52"/>
    <w:rsid w:val="00F5246A"/>
    <w:rsid w:val="00F52E07"/>
    <w:rsid w:val="00F54279"/>
    <w:rsid w:val="00F565DA"/>
    <w:rsid w:val="00F620A8"/>
    <w:rsid w:val="00F7403F"/>
    <w:rsid w:val="00F74390"/>
    <w:rsid w:val="00F83622"/>
    <w:rsid w:val="00F851CB"/>
    <w:rsid w:val="00F85E7E"/>
    <w:rsid w:val="00F87576"/>
    <w:rsid w:val="00F91BA8"/>
    <w:rsid w:val="00F926CF"/>
    <w:rsid w:val="00F95510"/>
    <w:rsid w:val="00FB2C8F"/>
    <w:rsid w:val="00FC1620"/>
    <w:rsid w:val="00FC1B38"/>
    <w:rsid w:val="00FD1271"/>
    <w:rsid w:val="00FD42C6"/>
    <w:rsid w:val="00FE2EDD"/>
    <w:rsid w:val="00FF330C"/>
    <w:rsid w:val="00FF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8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68E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A068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068E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A068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68EA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8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68E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A068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068E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A068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68EA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523</Characters>
  <Application>Microsoft Office Word</Application>
  <DocSecurity>0</DocSecurity>
  <Lines>4</Lines>
  <Paragraphs>1</Paragraphs>
  <ScaleCrop>false</ScaleCrop>
  <Company>vvsu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Галина</dc:creator>
  <cp:keywords/>
  <dc:description/>
  <cp:lastModifiedBy>Овсянникова Галина</cp:lastModifiedBy>
  <cp:revision>4</cp:revision>
  <dcterms:created xsi:type="dcterms:W3CDTF">2013-04-15T03:29:00Z</dcterms:created>
  <dcterms:modified xsi:type="dcterms:W3CDTF">2013-04-22T04:30:00Z</dcterms:modified>
</cp:coreProperties>
</file>